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644B1">
      <w:pPr>
        <w:pStyle w:val="NormalWeb"/>
        <w:divId w:val="2142572384"/>
      </w:pPr>
      <w:proofErr w:type="gramStart"/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 w:rsidR="00047F2C">
        <w:t>Self-Direction Checklist for Designing a Book Cover</w:t>
      </w:r>
      <w:r>
        <w:t xml:space="preserve"> </w:t>
      </w:r>
    </w:p>
    <w:p w:rsidR="00000000" w:rsidRDefault="002644B1">
      <w:pPr>
        <w:pStyle w:val="NormalWeb"/>
        <w:divId w:val="2142572384"/>
      </w:pPr>
      <w:proofErr w:type="gramStart"/>
      <w:r>
        <w:rPr>
          <w:b/>
          <w:bCs/>
        </w:rPr>
        <w:t>Description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 xml:space="preserve">A checklist in student language to help </w:t>
      </w:r>
      <w:r w:rsidR="00047F2C">
        <w:t>primary</w:t>
      </w:r>
      <w:r>
        <w:t xml:space="preserve"> students self-assess how they take control of their own learning.</w:t>
      </w:r>
      <w:r>
        <w:t xml:space="preserve"> </w:t>
      </w:r>
    </w:p>
    <w:p w:rsidR="00000000" w:rsidRDefault="002644B1">
      <w:pPr>
        <w:pStyle w:val="NormalWeb"/>
        <w:divId w:val="2142572384"/>
      </w:pPr>
      <w:proofErr w:type="gramStart"/>
      <w:r>
        <w:rPr>
          <w:b/>
          <w:bCs/>
        </w:rPr>
        <w:t>Keywords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Time management, reflection, goal setting, planning</w:t>
      </w:r>
      <w:r>
        <w:t xml:space="preserve"> </w:t>
      </w:r>
    </w:p>
    <w:p w:rsidR="00000000" w:rsidRDefault="002644B1">
      <w:pPr>
        <w:pStyle w:val="NormalWeb"/>
        <w:divId w:val="2142572384"/>
      </w:pPr>
      <w:proofErr w:type="gramStart"/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Use the statements to plan and reflect on your work.</w:t>
      </w:r>
      <w:r>
        <w:t xml:space="preserve"> </w:t>
      </w:r>
    </w:p>
    <w:p w:rsidR="00000000" w:rsidRDefault="002644B1">
      <w:pPr>
        <w:pStyle w:val="NormalWeb"/>
        <w:divId w:val="2142572384"/>
      </w:pPr>
      <w:r>
        <w:rPr>
          <w:b/>
          <w:bCs/>
        </w:rPr>
        <w:t>Categories</w:t>
      </w:r>
      <w:r>
        <w:rPr>
          <w:b/>
          <w:bCs/>
        </w:rPr>
        <w:t xml:space="preserve"> </w:t>
      </w:r>
    </w:p>
    <w:p w:rsidR="00000000" w:rsidRDefault="002644B1">
      <w:pPr>
        <w:pStyle w:val="NormalWeb"/>
        <w:divId w:val="2142572384"/>
      </w:pPr>
      <w:r>
        <w:rPr>
          <w:b/>
          <w:bCs/>
        </w:rPr>
        <w:t xml:space="preserve">Grade </w:t>
      </w:r>
      <w:proofErr w:type="gramStart"/>
      <w:r>
        <w:rPr>
          <w:b/>
          <w:bCs/>
        </w:rPr>
        <w:t>Level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 w:rsidR="00047F2C">
        <w:t>3rd</w:t>
      </w:r>
      <w:r>
        <w:t xml:space="preserve"> </w:t>
      </w:r>
    </w:p>
    <w:p w:rsidR="00000000" w:rsidRDefault="002644B1">
      <w:pPr>
        <w:pStyle w:val="NormalWeb"/>
        <w:divId w:val="2142572384"/>
      </w:pPr>
      <w:proofErr w:type="gramStart"/>
      <w:r>
        <w:rPr>
          <w:b/>
          <w:bCs/>
        </w:rPr>
        <w:t>Subject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 xml:space="preserve"> </w:t>
      </w:r>
      <w:r w:rsidR="00047F2C">
        <w:t>Art</w:t>
      </w:r>
    </w:p>
    <w:p w:rsidR="00000000" w:rsidRDefault="002644B1">
      <w:pPr>
        <w:pStyle w:val="NormalWeb"/>
        <w:divId w:val="2142572384"/>
      </w:pPr>
      <w:r>
        <w:rPr>
          <w:b/>
          <w:bCs/>
        </w:rPr>
        <w:t xml:space="preserve">Type of </w:t>
      </w:r>
      <w:proofErr w:type="gramStart"/>
      <w:r>
        <w:rPr>
          <w:b/>
          <w:bCs/>
        </w:rPr>
        <w:t>Assessment</w:t>
      </w:r>
      <w:r>
        <w:rPr>
          <w:b/>
          <w:bCs/>
        </w:rPr>
        <w:t xml:space="preserve"> </w:t>
      </w:r>
      <w:r>
        <w:t>:</w:t>
      </w:r>
      <w:proofErr w:type="gramEnd"/>
      <w:r>
        <w:t> </w:t>
      </w:r>
      <w:r>
        <w:t>Self-management/Self-direction</w:t>
      </w:r>
      <w:r>
        <w:t xml:space="preserve"> </w:t>
      </w:r>
    </w:p>
    <w:tbl>
      <w:tblPr>
        <w:tblW w:w="78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9"/>
        <w:gridCol w:w="1113"/>
        <w:gridCol w:w="1305"/>
        <w:gridCol w:w="1106"/>
        <w:gridCol w:w="2857"/>
      </w:tblGrid>
      <w:tr w:rsidR="00047F2C">
        <w:trPr>
          <w:divId w:val="632056299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72631662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73485661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Always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1385183012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Sometimes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180954547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Hardl</w:t>
            </w:r>
            <w:r>
              <w:rPr>
                <w:rFonts w:eastAsia="Times New Roman"/>
                <w:b/>
                <w:bCs/>
              </w:rPr>
              <w:t>y Ever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69600887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Examples/Goals/Comments</w:t>
            </w:r>
          </w:p>
        </w:tc>
      </w:tr>
      <w:tr w:rsidR="00047F2C">
        <w:trPr>
          <w:divId w:val="632056299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 w:rsidP="00047F2C">
            <w:pPr>
              <w:divId w:val="53381499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</w:t>
            </w:r>
            <w:r w:rsidR="00047F2C">
              <w:rPr>
                <w:rFonts w:eastAsia="Times New Roman"/>
              </w:rPr>
              <w:t xml:space="preserve">do my best </w:t>
            </w:r>
            <w:r>
              <w:rPr>
                <w:rFonts w:eastAsia="Times New Roman"/>
              </w:rPr>
              <w:t>work.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" name="Picture 1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" name="Picture 2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" name="Picture 3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65307142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47F2C">
        <w:trPr>
          <w:divId w:val="632056299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 w:rsidP="00047F2C">
            <w:pPr>
              <w:divId w:val="31144792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</w:t>
            </w:r>
            <w:r w:rsidR="00047F2C">
              <w:rPr>
                <w:rFonts w:eastAsia="Times New Roman"/>
              </w:rPr>
              <w:t>refer to my checklist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4" name="Picture 4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5" name="Picture 5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6" name="Picture 6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97125265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47F2C">
        <w:trPr>
          <w:divId w:val="632056299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47F2C">
            <w:pPr>
              <w:divId w:val="1591157809"/>
              <w:rPr>
                <w:rFonts w:eastAsia="Times New Roman"/>
              </w:rPr>
            </w:pPr>
            <w:r>
              <w:rPr>
                <w:rFonts w:eastAsia="Times New Roman"/>
              </w:rPr>
              <w:t>I use my checklist for peer feedback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7" name="Picture 7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8" name="Picture 8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9" name="Picture 9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1891377228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47F2C">
        <w:trPr>
          <w:divId w:val="632056299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 w:rsidP="00047F2C">
            <w:pPr>
              <w:divId w:val="34124948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</w:t>
            </w:r>
            <w:r>
              <w:rPr>
                <w:rFonts w:eastAsia="Times New Roman"/>
              </w:rPr>
              <w:t xml:space="preserve">revise </w:t>
            </w:r>
            <w:r w:rsidR="00047F2C">
              <w:rPr>
                <w:rFonts w:eastAsia="Times New Roman"/>
              </w:rPr>
              <w:t>my book cover design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0" name="Picture 10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1" name="Picture 11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2" name="Picture 12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151083011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47F2C">
        <w:trPr>
          <w:divId w:val="632056299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47F2C" w:rsidP="00047F2C">
            <w:pPr>
              <w:divId w:val="1471483253"/>
              <w:rPr>
                <w:rFonts w:eastAsia="Times New Roman"/>
              </w:rPr>
            </w:pPr>
            <w:r>
              <w:rPr>
                <w:rFonts w:eastAsia="Times New Roman"/>
              </w:rPr>
              <w:t>Important elements chosen</w:t>
            </w:r>
            <w:r w:rsidR="00F975E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from the VR tool  is included in my design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3" name="Picture 13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4" name="Picture 14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5" name="Picture 15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133001628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47F2C">
        <w:trPr>
          <w:divId w:val="632056299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divId w:val="1223640494"/>
              <w:rPr>
                <w:rFonts w:eastAsia="Times New Roman"/>
              </w:rPr>
            </w:pPr>
            <w:r>
              <w:rPr>
                <w:rFonts w:eastAsia="Times New Roman"/>
              </w:rPr>
              <w:t>I use my time wisely.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6" name="Picture 16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7" name="Picture 17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8" name="Picture 18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138690495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47F2C">
        <w:trPr>
          <w:divId w:val="632056299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divId w:val="2143114321"/>
              <w:rPr>
                <w:rFonts w:eastAsia="Times New Roman"/>
              </w:rPr>
            </w:pPr>
            <w:r>
              <w:rPr>
                <w:rFonts w:eastAsia="Times New Roman"/>
              </w:rPr>
              <w:t>I persevere when I meet obstacles or problems.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19" name="Picture 19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0" name="Picture 20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1" name="Picture 21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150643167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47F2C">
        <w:trPr>
          <w:divId w:val="632056299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divId w:val="1403454818"/>
              <w:rPr>
                <w:rFonts w:eastAsia="Times New Roman"/>
              </w:rPr>
            </w:pPr>
            <w:r>
              <w:rPr>
                <w:rFonts w:eastAsia="Times New Roman"/>
              </w:rPr>
              <w:t>I ask for help when I need it.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2" name="Picture 22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3" name="Picture 23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4" name="Picture 24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411201957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47F2C">
        <w:trPr>
          <w:divId w:val="632056299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divId w:val="1932199340"/>
              <w:rPr>
                <w:rFonts w:eastAsia="Times New Roman"/>
              </w:rPr>
            </w:pPr>
            <w:r>
              <w:rPr>
                <w:rFonts w:eastAsia="Times New Roman"/>
              </w:rPr>
              <w:t>I am willing to improve on my work when I need to.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5" name="Picture 25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6" name="Picture 26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7" name="Picture 27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791292469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47F2C">
        <w:trPr>
          <w:divId w:val="632056299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divId w:val="1118573861"/>
              <w:rPr>
                <w:rFonts w:eastAsia="Times New Roman"/>
              </w:rPr>
            </w:pPr>
            <w:r>
              <w:rPr>
                <w:rFonts w:eastAsia="Times New Roman"/>
              </w:rPr>
              <w:t>I complete my tasks on time.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8" name="Picture 28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29" name="Picture 29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0" name="Picture 30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90021033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47F2C">
        <w:trPr>
          <w:divId w:val="632056299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divId w:val="643236750"/>
              <w:rPr>
                <w:rFonts w:eastAsia="Times New Roman"/>
              </w:rPr>
            </w:pPr>
            <w:r>
              <w:rPr>
                <w:rFonts w:eastAsia="Times New Roman"/>
              </w:rPr>
              <w:t>I review my work when completed.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1" name="Picture 31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2" name="Picture 32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304800" cy="304800"/>
                  <wp:effectExtent l="19050" t="0" r="0" b="0"/>
                  <wp:docPr id="33" name="Picture 33" descr="C:\Documents and Settings\Student\Local Settings\Temporary Internet Files\Content.IE5\F0HF1E5O\images\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Documents and Settings\Student\Local Settings\Temporary Internet Files\Content.IE5\F0HF1E5O\images\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2644B1">
            <w:pPr>
              <w:jc w:val="center"/>
              <w:divId w:val="205280347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2644B1" w:rsidRDefault="002644B1">
      <w:pPr>
        <w:divId w:val="632056299"/>
        <w:rPr>
          <w:rFonts w:eastAsia="Times New Roman"/>
        </w:rPr>
      </w:pPr>
    </w:p>
    <w:sectPr w:rsidR="00264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attachedTemplate r:id="rId1"/>
  <w:defaultTabStop w:val="720"/>
  <w:noPunctuationKerning/>
  <w:characterSpacingControl w:val="doNotCompress"/>
  <w:compat/>
  <w:rsids>
    <w:rsidRoot w:val="002644B1"/>
    <w:rsid w:val="00023155"/>
    <w:rsid w:val="00047F2C"/>
    <w:rsid w:val="002644B1"/>
    <w:rsid w:val="00446F00"/>
    <w:rsid w:val="00C111CB"/>
    <w:rsid w:val="00F97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7F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F2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57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5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8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4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81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7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4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5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37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3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8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1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4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0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1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5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20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1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29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21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23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0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\Documents%20and%20Settings\Student\Local%20Settings\Temporary%20Internet%20Files\Content.IE5\F0HF1E5O\images\CheckImage.gi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sign%20Book%20Cover%20Self-Direction%20Check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Design Book Cover Self-Direction Checklist</Template>
  <TotalTime>1</TotalTime>
  <Pages>1</Pages>
  <Words>147</Words>
  <Characters>824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dc:description/>
  <cp:lastModifiedBy>Student</cp:lastModifiedBy>
  <cp:revision>1</cp:revision>
  <dcterms:created xsi:type="dcterms:W3CDTF">2010-06-10T18:22:00Z</dcterms:created>
  <dcterms:modified xsi:type="dcterms:W3CDTF">2010-06-10T18:23:00Z</dcterms:modified>
</cp:coreProperties>
</file>